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1C7" w:rsidRPr="00FA79C1" w:rsidRDefault="002601C7" w:rsidP="00B03C0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Flash Application Rubric</w:t>
      </w:r>
    </w:p>
    <w:p w:rsidR="002601C7" w:rsidRDefault="002601C7" w:rsidP="00FA79C1">
      <w:pPr>
        <w:rPr>
          <w:sz w:val="24"/>
          <w:szCs w:val="24"/>
        </w:rPr>
      </w:pPr>
      <w:r>
        <w:rPr>
          <w:sz w:val="24"/>
          <w:szCs w:val="24"/>
        </w:rPr>
        <w:t>Create a movie using outer space as the background.</w:t>
      </w:r>
      <w:r>
        <w:rPr>
          <w:sz w:val="24"/>
          <w:szCs w:val="24"/>
        </w:rPr>
        <w:br/>
        <w:t>Movie must include the following:</w:t>
      </w:r>
    </w:p>
    <w:p w:rsidR="002601C7" w:rsidRDefault="002601C7" w:rsidP="007A49A0">
      <w:pPr>
        <w:numPr>
          <w:ilvl w:val="0"/>
          <w:numId w:val="7"/>
        </w:numPr>
      </w:pPr>
      <w:r>
        <w:t>An object that Fades in and Fades out (Can be 2 separate objects or 1 object)</w:t>
      </w:r>
    </w:p>
    <w:p w:rsidR="002601C7" w:rsidRDefault="002601C7" w:rsidP="007A49A0">
      <w:pPr>
        <w:numPr>
          <w:ilvl w:val="0"/>
          <w:numId w:val="7"/>
        </w:numPr>
      </w:pPr>
      <w:r>
        <w:t xml:space="preserve">An object that sparkles </w:t>
      </w:r>
    </w:p>
    <w:p w:rsidR="002601C7" w:rsidRDefault="002601C7" w:rsidP="007A49A0">
      <w:pPr>
        <w:numPr>
          <w:ilvl w:val="0"/>
          <w:numId w:val="7"/>
        </w:numPr>
      </w:pPr>
      <w:r>
        <w:t>An object on a motion path</w:t>
      </w:r>
    </w:p>
    <w:p w:rsidR="002601C7" w:rsidRDefault="002601C7" w:rsidP="007A49A0">
      <w:pPr>
        <w:numPr>
          <w:ilvl w:val="0"/>
          <w:numId w:val="7"/>
        </w:numPr>
      </w:pPr>
      <w:r>
        <w:t xml:space="preserve">An object that bounces </w:t>
      </w:r>
    </w:p>
    <w:p w:rsidR="002601C7" w:rsidRDefault="002601C7" w:rsidP="007A49A0">
      <w:pPr>
        <w:numPr>
          <w:ilvl w:val="0"/>
          <w:numId w:val="7"/>
        </w:numPr>
      </w:pPr>
      <w:r>
        <w:t>Demonstrate ripple effect</w:t>
      </w:r>
    </w:p>
    <w:p w:rsidR="002601C7" w:rsidRPr="00793DD7" w:rsidRDefault="002601C7" w:rsidP="007A49A0">
      <w:pPr>
        <w:spacing w:after="0" w:line="240" w:lineRule="auto"/>
      </w:pPr>
    </w:p>
    <w:p w:rsidR="002601C7" w:rsidRPr="00793DD7" w:rsidRDefault="002601C7" w:rsidP="00FA79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INFORMATION GRADE </w:t>
      </w:r>
    </w:p>
    <w:tbl>
      <w:tblPr>
        <w:tblW w:w="10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0"/>
        <w:gridCol w:w="1679"/>
        <w:gridCol w:w="1437"/>
        <w:gridCol w:w="1256"/>
        <w:gridCol w:w="1715"/>
        <w:gridCol w:w="1725"/>
      </w:tblGrid>
      <w:tr w:rsidR="002601C7" w:rsidRPr="00810647" w:rsidTr="00810647">
        <w:trPr>
          <w:trHeight w:val="612"/>
        </w:trPr>
        <w:tc>
          <w:tcPr>
            <w:tcW w:w="3070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679" w:type="dxa"/>
            <w:vAlign w:val="center"/>
          </w:tcPr>
          <w:p w:rsidR="002601C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2601C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601C7" w:rsidRPr="0081064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601C7" w:rsidRPr="0081064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Object is animated without flaws</w:t>
            </w:r>
          </w:p>
        </w:tc>
        <w:tc>
          <w:tcPr>
            <w:tcW w:w="1437" w:type="dxa"/>
            <w:vAlign w:val="center"/>
          </w:tcPr>
          <w:p w:rsidR="002601C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3.5</w:t>
            </w:r>
          </w:p>
          <w:p w:rsidR="002601C7" w:rsidRPr="0081064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601C7" w:rsidRPr="0081064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Object is animated with few flaws</w:t>
            </w:r>
          </w:p>
        </w:tc>
        <w:tc>
          <w:tcPr>
            <w:tcW w:w="1256" w:type="dxa"/>
            <w:vAlign w:val="center"/>
          </w:tcPr>
          <w:p w:rsidR="002601C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2601C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601C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601C7" w:rsidRPr="0081064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601C7" w:rsidRPr="0081064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Object is animated </w:t>
            </w:r>
          </w:p>
        </w:tc>
        <w:tc>
          <w:tcPr>
            <w:tcW w:w="171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</w:t>
            </w:r>
          </w:p>
          <w:p w:rsidR="002601C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601C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601C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601C7" w:rsidRPr="0081064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Object is missing </w:t>
            </w:r>
          </w:p>
        </w:tc>
        <w:tc>
          <w:tcPr>
            <w:tcW w:w="172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  <w:rPr>
                <w:sz w:val="24"/>
                <w:szCs w:val="24"/>
              </w:rPr>
            </w:pPr>
            <w:r w:rsidRPr="00810647">
              <w:rPr>
                <w:sz w:val="24"/>
                <w:szCs w:val="24"/>
              </w:rPr>
              <w:t>Total Points</w:t>
            </w:r>
          </w:p>
        </w:tc>
      </w:tr>
      <w:tr w:rsidR="002601C7" w:rsidRPr="00810647" w:rsidTr="00810647">
        <w:trPr>
          <w:trHeight w:val="579"/>
        </w:trPr>
        <w:tc>
          <w:tcPr>
            <w:tcW w:w="3070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  <w:r>
              <w:t>Object 1</w:t>
            </w:r>
          </w:p>
        </w:tc>
        <w:tc>
          <w:tcPr>
            <w:tcW w:w="1679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</w:tr>
      <w:tr w:rsidR="002601C7" w:rsidRPr="00810647" w:rsidTr="00810647">
        <w:trPr>
          <w:trHeight w:val="612"/>
        </w:trPr>
        <w:tc>
          <w:tcPr>
            <w:tcW w:w="3070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  <w:r>
              <w:t>Object 2</w:t>
            </w:r>
          </w:p>
        </w:tc>
        <w:tc>
          <w:tcPr>
            <w:tcW w:w="1679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</w:tr>
      <w:tr w:rsidR="002601C7" w:rsidRPr="00810647" w:rsidTr="00810647">
        <w:trPr>
          <w:trHeight w:val="612"/>
        </w:trPr>
        <w:tc>
          <w:tcPr>
            <w:tcW w:w="3070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  <w:r>
              <w:t>Object 3</w:t>
            </w:r>
          </w:p>
        </w:tc>
        <w:tc>
          <w:tcPr>
            <w:tcW w:w="1679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</w:tr>
      <w:tr w:rsidR="002601C7" w:rsidRPr="00810647" w:rsidTr="00810647">
        <w:trPr>
          <w:trHeight w:val="612"/>
        </w:trPr>
        <w:tc>
          <w:tcPr>
            <w:tcW w:w="3070" w:type="dxa"/>
            <w:vAlign w:val="center"/>
          </w:tcPr>
          <w:p w:rsidR="002601C7" w:rsidRDefault="002601C7" w:rsidP="00810647">
            <w:pPr>
              <w:pStyle w:val="NoSpacing"/>
              <w:jc w:val="center"/>
            </w:pPr>
            <w:r>
              <w:t>Object 4</w:t>
            </w:r>
          </w:p>
        </w:tc>
        <w:tc>
          <w:tcPr>
            <w:tcW w:w="1679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</w:tr>
      <w:tr w:rsidR="002601C7" w:rsidRPr="00810647" w:rsidTr="00810647">
        <w:trPr>
          <w:trHeight w:val="612"/>
        </w:trPr>
        <w:tc>
          <w:tcPr>
            <w:tcW w:w="3070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  <w:r>
              <w:t>Object 5</w:t>
            </w:r>
          </w:p>
        </w:tc>
        <w:tc>
          <w:tcPr>
            <w:tcW w:w="1679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2601C7" w:rsidRPr="00810647" w:rsidRDefault="002601C7" w:rsidP="00810647">
            <w:pPr>
              <w:pStyle w:val="NoSpacing"/>
              <w:jc w:val="center"/>
            </w:pPr>
          </w:p>
        </w:tc>
      </w:tr>
    </w:tbl>
    <w:p w:rsidR="002601C7" w:rsidRDefault="002601C7">
      <w:r>
        <w:tab/>
      </w:r>
    </w:p>
    <w:p w:rsidR="002601C7" w:rsidRDefault="002601C7" w:rsidP="00E24F24">
      <w:pPr>
        <w:jc w:val="center"/>
      </w:pPr>
      <w:r>
        <w:t>Total Score: ______________ / 20 = _____________</w:t>
      </w:r>
    </w:p>
    <w:p w:rsidR="002601C7" w:rsidRDefault="002601C7" w:rsidP="00E24F24">
      <w:pPr>
        <w:jc w:val="center"/>
      </w:pPr>
    </w:p>
    <w:p w:rsidR="002601C7" w:rsidRDefault="002601C7" w:rsidP="00E24F24">
      <w:pPr>
        <w:jc w:val="center"/>
        <w:rPr>
          <w:b/>
          <w:sz w:val="28"/>
          <w:szCs w:val="28"/>
        </w:rPr>
      </w:pPr>
    </w:p>
    <w:sectPr w:rsidR="002601C7" w:rsidSect="00B03C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88A"/>
    <w:multiLevelType w:val="hybridMultilevel"/>
    <w:tmpl w:val="89AC12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E136E7"/>
    <w:multiLevelType w:val="hybridMultilevel"/>
    <w:tmpl w:val="08481B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5F3742"/>
    <w:multiLevelType w:val="hybridMultilevel"/>
    <w:tmpl w:val="5BD2E4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105237"/>
    <w:multiLevelType w:val="multilevel"/>
    <w:tmpl w:val="B3CAF5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BA27FEB"/>
    <w:multiLevelType w:val="hybridMultilevel"/>
    <w:tmpl w:val="5BD0C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7E4C6F"/>
    <w:multiLevelType w:val="hybridMultilevel"/>
    <w:tmpl w:val="F15256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0925CD"/>
    <w:multiLevelType w:val="hybridMultilevel"/>
    <w:tmpl w:val="0FB4ED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07"/>
    <w:rsid w:val="000D5B77"/>
    <w:rsid w:val="001832FD"/>
    <w:rsid w:val="00193CEF"/>
    <w:rsid w:val="00196CA6"/>
    <w:rsid w:val="002451BE"/>
    <w:rsid w:val="002601C7"/>
    <w:rsid w:val="002E5C3C"/>
    <w:rsid w:val="00355BA5"/>
    <w:rsid w:val="003F2EF3"/>
    <w:rsid w:val="00444B4A"/>
    <w:rsid w:val="004A79B8"/>
    <w:rsid w:val="005A0FDE"/>
    <w:rsid w:val="00635C09"/>
    <w:rsid w:val="00654129"/>
    <w:rsid w:val="00670277"/>
    <w:rsid w:val="006F6DDC"/>
    <w:rsid w:val="007105AC"/>
    <w:rsid w:val="00793DD7"/>
    <w:rsid w:val="007A49A0"/>
    <w:rsid w:val="007A640E"/>
    <w:rsid w:val="007F072E"/>
    <w:rsid w:val="00810647"/>
    <w:rsid w:val="00823D54"/>
    <w:rsid w:val="00866AE5"/>
    <w:rsid w:val="00917D29"/>
    <w:rsid w:val="00934259"/>
    <w:rsid w:val="0095315A"/>
    <w:rsid w:val="00A16B76"/>
    <w:rsid w:val="00B03C07"/>
    <w:rsid w:val="00B25074"/>
    <w:rsid w:val="00B844A4"/>
    <w:rsid w:val="00C72850"/>
    <w:rsid w:val="00CE3FAC"/>
    <w:rsid w:val="00E24F24"/>
    <w:rsid w:val="00E773CF"/>
    <w:rsid w:val="00F05F75"/>
    <w:rsid w:val="00F81C45"/>
    <w:rsid w:val="00FA4168"/>
    <w:rsid w:val="00FA79C1"/>
    <w:rsid w:val="00FE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3C07"/>
    <w:pPr>
      <w:ind w:left="720"/>
      <w:contextualSpacing/>
    </w:pPr>
  </w:style>
  <w:style w:type="table" w:styleId="TableGrid">
    <w:name w:val="Table Grid"/>
    <w:basedOn w:val="TableNormal"/>
    <w:uiPriority w:val="99"/>
    <w:rsid w:val="00B03C0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24F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86</Words>
  <Characters>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Create a Country Project</dc:title>
  <dc:subject/>
  <dc:creator>LDec</dc:creator>
  <cp:keywords/>
  <dc:description/>
  <cp:lastModifiedBy>008736</cp:lastModifiedBy>
  <cp:revision>2</cp:revision>
  <cp:lastPrinted>2008-04-11T12:26:00Z</cp:lastPrinted>
  <dcterms:created xsi:type="dcterms:W3CDTF">2012-05-02T12:02:00Z</dcterms:created>
  <dcterms:modified xsi:type="dcterms:W3CDTF">2012-05-02T12:02:00Z</dcterms:modified>
</cp:coreProperties>
</file>